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FE5215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Pr="00FE5215" w:rsidRDefault="00D35CC3" w:rsidP="00624106">
            <w:pPr>
              <w:pStyle w:val="CUSTOMBoldColumnHeading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Pr="00FE5215" w:rsidRDefault="00D35CC3" w:rsidP="00FE5215">
            <w:pPr>
              <w:pStyle w:val="CUSTOMBoldColumnHeading"/>
              <w:rPr>
                <w:sz w:val="20"/>
                <w:szCs w:val="20"/>
              </w:rPr>
            </w:pPr>
          </w:p>
        </w:tc>
      </w:tr>
      <w:tr w:rsidR="004C122B" w:rsidRPr="00FE5215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Pr="00FE5215" w:rsidRDefault="00813362" w:rsidP="00FE5215">
            <w:pPr>
              <w:pStyle w:val="CUSTOMHeaderText"/>
              <w:rPr>
                <w:sz w:val="20"/>
                <w:szCs w:val="20"/>
              </w:rPr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Pr="00FE5215" w:rsidRDefault="00813362" w:rsidP="00FE5215">
            <w:pPr>
              <w:pStyle w:val="CUSTOMHeaderText"/>
              <w:rPr>
                <w:sz w:val="20"/>
                <w:szCs w:val="20"/>
              </w:rPr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Pr="00FE5215" w:rsidRDefault="00813362" w:rsidP="00FE5215">
            <w:pPr>
              <w:pStyle w:val="CUSTOMHeaderText"/>
              <w:rPr>
                <w:sz w:val="20"/>
                <w:szCs w:val="20"/>
              </w:rPr>
            </w:pPr>
          </w:p>
        </w:tc>
      </w:tr>
      <w:tr w:rsidR="004C122B" w:rsidRPr="00FE5215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Pr="00FE5215" w:rsidRDefault="00813362" w:rsidP="00FE5215">
            <w:pPr>
              <w:pStyle w:val="CUSTOMHeaderText"/>
              <w:rPr>
                <w:sz w:val="20"/>
                <w:szCs w:val="20"/>
              </w:rPr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Pr="00FE5215" w:rsidRDefault="00813362" w:rsidP="00FE5215">
            <w:pPr>
              <w:pStyle w:val="CUSTOMHeaderText"/>
              <w:rPr>
                <w:sz w:val="20"/>
                <w:szCs w:val="20"/>
              </w:rPr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Pr="00FE5215" w:rsidRDefault="00813362" w:rsidP="00FE5215">
            <w:pPr>
              <w:pStyle w:val="CUSTOMHeaderText"/>
              <w:rPr>
                <w:sz w:val="20"/>
                <w:szCs w:val="20"/>
              </w:rPr>
            </w:pPr>
          </w:p>
        </w:tc>
      </w:tr>
      <w:tr w:rsidR="00575A29" w:rsidRPr="00FE5215" w:rsidTr="00517ED8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Pr="00FE5215" w:rsidRDefault="00575A29" w:rsidP="00FE5215">
            <w:pPr>
              <w:pStyle w:val="CUSTOMHeaderText"/>
              <w:rPr>
                <w:sz w:val="20"/>
                <w:szCs w:val="20"/>
              </w:rPr>
            </w:pPr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Pr="00FE5215" w:rsidRDefault="00575A29" w:rsidP="00FE5215">
            <w:pPr>
              <w:pStyle w:val="CUSTOMHeaderText"/>
              <w:rPr>
                <w:sz w:val="20"/>
                <w:szCs w:val="20"/>
              </w:rPr>
            </w:pPr>
          </w:p>
        </w:tc>
      </w:tr>
      <w:tr w:rsidR="00575A29" w:rsidRPr="00FE5215" w:rsidTr="0034162D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Pr="00FE5215" w:rsidRDefault="00575A29" w:rsidP="00FE5215">
            <w:pPr>
              <w:pStyle w:val="CUSTOMHeaderText"/>
              <w:rPr>
                <w:sz w:val="20"/>
                <w:szCs w:val="20"/>
              </w:rPr>
            </w:pPr>
          </w:p>
        </w:tc>
      </w:tr>
      <w:tr w:rsidR="00813362" w:rsidRPr="00FE5215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Pr="00FE5215" w:rsidRDefault="00813362" w:rsidP="002B0E2E">
            <w:pPr>
              <w:pStyle w:val="CUSTOMBoldColumnHeading"/>
              <w:rPr>
                <w:i/>
                <w:sz w:val="20"/>
                <w:szCs w:val="20"/>
              </w:rPr>
            </w:pPr>
          </w:p>
        </w:tc>
      </w:tr>
      <w:tr w:rsidR="00813362" w:rsidRPr="00FE5215" w:rsidTr="00C44E9D">
        <w:trPr>
          <w:trHeight w:hRule="exact" w:val="992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813362" w:rsidRPr="00FE5215" w:rsidRDefault="00EC6FCD" w:rsidP="00DC01AB">
            <w:pPr>
              <w:pStyle w:val="CUSTOMNormal"/>
              <w:rPr>
                <w:sz w:val="20"/>
              </w:rPr>
            </w:pPr>
            <w:r>
              <w:rPr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29C5A52C" wp14:editId="1E5E5676">
                      <wp:simplePos x="0" y="0"/>
                      <wp:positionH relativeFrom="column">
                        <wp:posOffset>3722370</wp:posOffset>
                      </wp:positionH>
                      <wp:positionV relativeFrom="paragraph">
                        <wp:posOffset>1198880</wp:posOffset>
                      </wp:positionV>
                      <wp:extent cx="28575" cy="63500"/>
                      <wp:effectExtent l="5080" t="10795" r="13970" b="11430"/>
                      <wp:wrapNone/>
                      <wp:docPr id="131" name="Freeform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8575" cy="63500"/>
                              </a:xfrm>
                              <a:custGeom>
                                <a:avLst/>
                                <a:gdLst>
                                  <a:gd name="T0" fmla="*/ 17 w 45"/>
                                  <a:gd name="T1" fmla="*/ 0 h 100"/>
                                  <a:gd name="T2" fmla="*/ 0 w 45"/>
                                  <a:gd name="T3" fmla="*/ 100 h 1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45" h="100">
                                    <a:moveTo>
                                      <a:pt x="17" y="0"/>
                                    </a:moveTo>
                                    <a:cubicBezTo>
                                      <a:pt x="26" y="28"/>
                                      <a:pt x="45" y="100"/>
                                      <a:pt x="0" y="100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curve id="Freeform 33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293.95pt,94.4pt" control1="294.4pt,95.8pt" control2="295.35pt,99.4pt" to="293.1pt,99.4pt" coordsize="45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" fillcolor="black [3213]">
                      <v:path arrowok="t" o:connecttype="custom" o:connectlocs="10795,0;0,63500" o:connectangles="0,0"/>
                    </v:curve>
                  </w:pict>
                </mc:Fallback>
              </mc:AlternateContent>
            </w:r>
            <w:r>
              <w:rPr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2427BFAA" wp14:editId="23F0AB96">
                      <wp:simplePos x="0" y="0"/>
                      <wp:positionH relativeFrom="column">
                        <wp:posOffset>2743200</wp:posOffset>
                      </wp:positionH>
                      <wp:positionV relativeFrom="paragraph">
                        <wp:posOffset>1186815</wp:posOffset>
                      </wp:positionV>
                      <wp:extent cx="30480" cy="44450"/>
                      <wp:effectExtent l="6985" t="8255" r="10160" b="13970"/>
                      <wp:wrapNone/>
                      <wp:docPr id="130" name="Freeform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480" cy="44450"/>
                              </a:xfrm>
                              <a:custGeom>
                                <a:avLst/>
                                <a:gdLst>
                                  <a:gd name="T0" fmla="*/ 48 w 48"/>
                                  <a:gd name="T1" fmla="*/ 3 h 70"/>
                                  <a:gd name="T2" fmla="*/ 6 w 48"/>
                                  <a:gd name="T3" fmla="*/ 11 h 70"/>
                                  <a:gd name="T4" fmla="*/ 23 w 48"/>
                                  <a:gd name="T5" fmla="*/ 36 h 70"/>
                                  <a:gd name="T6" fmla="*/ 48 w 48"/>
                                  <a:gd name="T7" fmla="*/ 69 h 7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48" h="70">
                                    <a:moveTo>
                                      <a:pt x="48" y="3"/>
                                    </a:moveTo>
                                    <a:cubicBezTo>
                                      <a:pt x="34" y="6"/>
                                      <a:pt x="15" y="0"/>
                                      <a:pt x="6" y="11"/>
                                    </a:cubicBezTo>
                                    <a:cubicBezTo>
                                      <a:pt x="0" y="19"/>
                                      <a:pt x="18" y="27"/>
                                      <a:pt x="23" y="36"/>
                                    </a:cubicBezTo>
                                    <a:cubicBezTo>
                                      <a:pt x="40" y="70"/>
                                      <a:pt x="18" y="55"/>
                                      <a:pt x="48" y="69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2" o:spid="_x0000_s1026" style="position:absolute;margin-left:3in;margin-top:93.45pt;width:2.4pt;height:3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" path="m48,3c34,6,15,,6,11,,19,18,27,23,36,40,70,18,55,48,69e" fillcolor="black [3213]">
                      <v:path arrowok="t" o:connecttype="custom" o:connectlocs="30480,1905;3810,6985;14605,22860;30480,43815" o:connectangles="0,0,0,0"/>
                    </v:shape>
                  </w:pict>
                </mc:Fallback>
              </mc:AlternateContent>
            </w:r>
            <w:r>
              <w:rPr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1" layoutInCell="1" allowOverlap="1" wp14:anchorId="62F35043" wp14:editId="2B5B1214">
                      <wp:simplePos x="0" y="0"/>
                      <wp:positionH relativeFrom="page">
                        <wp:posOffset>4868545</wp:posOffset>
                      </wp:positionH>
                      <wp:positionV relativeFrom="page">
                        <wp:posOffset>953770</wp:posOffset>
                      </wp:positionV>
                      <wp:extent cx="1649095" cy="2453640"/>
                      <wp:effectExtent l="0" t="635" r="0" b="3175"/>
                      <wp:wrapNone/>
                      <wp:docPr id="129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9095" cy="2453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923BD" w:rsidRPr="00390F12" w:rsidRDefault="002923BD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LEFT LEG:</w:t>
                                  </w:r>
                                </w:p>
                                <w:p w:rsidR="002923BD" w:rsidRPr="00390F12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E5215" w:rsidRDefault="00FE5215" w:rsidP="00FE521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CIA = Patent, triphasic flow </w:t>
                                  </w:r>
                                </w:p>
                                <w:p w:rsidR="00FE5215" w:rsidRPr="00390F12" w:rsidRDefault="00FE5215" w:rsidP="00FE521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E5215" w:rsidRPr="00390F12" w:rsidRDefault="00FE5215" w:rsidP="00FE521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EIA = Patent, triphasic flow</w:t>
                                  </w:r>
                                </w:p>
                                <w:p w:rsidR="00FE5215" w:rsidRPr="00390F12" w:rsidRDefault="00FE5215" w:rsidP="00FE521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E5215" w:rsidRPr="00390F12" w:rsidRDefault="00FE5215" w:rsidP="00FE521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CFA = Patent, triphasic flow</w:t>
                                  </w:r>
                                </w:p>
                                <w:p w:rsidR="00FE5215" w:rsidRPr="00390F12" w:rsidRDefault="00FE5215" w:rsidP="00FE521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E5215" w:rsidRPr="00390F12" w:rsidRDefault="00FE5215" w:rsidP="00FE521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PFA = Patent, triphasic flow</w:t>
                                  </w:r>
                                </w:p>
                                <w:p w:rsidR="00FE5215" w:rsidRPr="00390F12" w:rsidRDefault="00FE5215" w:rsidP="00FE521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E5215" w:rsidRPr="00390F12" w:rsidRDefault="00FE5215" w:rsidP="00FE521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SFA = Patent, triphasic flow</w:t>
                                  </w:r>
                                </w:p>
                                <w:p w:rsidR="00FE5215" w:rsidRPr="00390F12" w:rsidRDefault="00FE5215" w:rsidP="00FE521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E5215" w:rsidRPr="00390F12" w:rsidRDefault="00FE5215" w:rsidP="00FE521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Pop = Patent, triphasic flow</w:t>
                                  </w:r>
                                </w:p>
                                <w:p w:rsidR="00FE5215" w:rsidRPr="00390F12" w:rsidRDefault="00FE5215" w:rsidP="00FE521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E5215" w:rsidRPr="00390F12" w:rsidRDefault="00FE5215" w:rsidP="00FE521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TPT = Patent, triphasic flow</w:t>
                                  </w:r>
                                </w:p>
                                <w:p w:rsidR="00FE5215" w:rsidRPr="00390F12" w:rsidRDefault="00FE5215" w:rsidP="00FE521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E5215" w:rsidRPr="00390F12" w:rsidRDefault="00FE5215" w:rsidP="00FE521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Run off:</w:t>
                                  </w:r>
                                </w:p>
                                <w:p w:rsidR="00FE5215" w:rsidRPr="00390F12" w:rsidRDefault="00FE5215" w:rsidP="00FE521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E5215" w:rsidRPr="00390F12" w:rsidRDefault="00FE5215" w:rsidP="00FE521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ATA = Patent, triphasic flow</w:t>
                                  </w:r>
                                </w:p>
                                <w:p w:rsidR="00FE5215" w:rsidRPr="00390F12" w:rsidRDefault="00FE5215" w:rsidP="00FE521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E5215" w:rsidRPr="00390F12" w:rsidRDefault="00FE5215" w:rsidP="00FE521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PTA = Patent, triphasic flow</w:t>
                                  </w:r>
                                </w:p>
                                <w:p w:rsidR="00FE5215" w:rsidRPr="00390F12" w:rsidRDefault="00FE5215" w:rsidP="00FE521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E5215" w:rsidRPr="00390F12" w:rsidRDefault="00FE5215" w:rsidP="00FE521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Peroneal = Patent, triphasic flow</w:t>
                                  </w:r>
                                </w:p>
                                <w:p w:rsidR="002923BD" w:rsidRPr="00390F12" w:rsidRDefault="002923BD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5" o:spid="_x0000_s1026" type="#_x0000_t202" style="position:absolute;margin-left:383.35pt;margin-top:75.1pt;width:129.85pt;height:193.2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" filled="f" stroked="f" strokeweight=".5pt">
                      <v:textbox style="mso-fit-shape-to-text:t" inset="0,0,0,0">
                        <w:txbxContent>
                          <w:p w:rsidR="002923BD" w:rsidRPr="00390F12" w:rsidRDefault="002923BD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LEFT LEG:</w:t>
                            </w:r>
                          </w:p>
                          <w:p w:rsidR="002923BD" w:rsidRPr="00390F12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E5215" w:rsidRDefault="00FE5215" w:rsidP="00FE521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CIA = Patent, triphasic flow </w:t>
                            </w:r>
                          </w:p>
                          <w:p w:rsidR="00FE5215" w:rsidRPr="00390F12" w:rsidRDefault="00FE5215" w:rsidP="00FE521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E5215" w:rsidRPr="00390F12" w:rsidRDefault="00FE5215" w:rsidP="00FE521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EIA = Patent, triphasic flow</w:t>
                            </w:r>
                          </w:p>
                          <w:p w:rsidR="00FE5215" w:rsidRPr="00390F12" w:rsidRDefault="00FE5215" w:rsidP="00FE521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E5215" w:rsidRPr="00390F12" w:rsidRDefault="00FE5215" w:rsidP="00FE521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CFA = Patent, triphasic flow</w:t>
                            </w:r>
                          </w:p>
                          <w:p w:rsidR="00FE5215" w:rsidRPr="00390F12" w:rsidRDefault="00FE5215" w:rsidP="00FE521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E5215" w:rsidRPr="00390F12" w:rsidRDefault="00FE5215" w:rsidP="00FE521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PFA = Patent, triphasic flow</w:t>
                            </w:r>
                          </w:p>
                          <w:p w:rsidR="00FE5215" w:rsidRPr="00390F12" w:rsidRDefault="00FE5215" w:rsidP="00FE521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E5215" w:rsidRPr="00390F12" w:rsidRDefault="00FE5215" w:rsidP="00FE521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SFA = Patent, triphasic flow</w:t>
                            </w:r>
                          </w:p>
                          <w:p w:rsidR="00FE5215" w:rsidRPr="00390F12" w:rsidRDefault="00FE5215" w:rsidP="00FE521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E5215" w:rsidRPr="00390F12" w:rsidRDefault="00FE5215" w:rsidP="00FE521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Pop = Patent, triphasic flow</w:t>
                            </w:r>
                          </w:p>
                          <w:p w:rsidR="00FE5215" w:rsidRPr="00390F12" w:rsidRDefault="00FE5215" w:rsidP="00FE521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E5215" w:rsidRPr="00390F12" w:rsidRDefault="00FE5215" w:rsidP="00FE521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TPT = Patent, triphasic flow</w:t>
                            </w:r>
                          </w:p>
                          <w:p w:rsidR="00FE5215" w:rsidRPr="00390F12" w:rsidRDefault="00FE5215" w:rsidP="00FE521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E5215" w:rsidRPr="00390F12" w:rsidRDefault="00FE5215" w:rsidP="00FE521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Run off:</w:t>
                            </w:r>
                          </w:p>
                          <w:p w:rsidR="00FE5215" w:rsidRPr="00390F12" w:rsidRDefault="00FE5215" w:rsidP="00FE521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E5215" w:rsidRPr="00390F12" w:rsidRDefault="00FE5215" w:rsidP="00FE521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ATA = Patent, triphasic flow</w:t>
                            </w:r>
                          </w:p>
                          <w:p w:rsidR="00FE5215" w:rsidRPr="00390F12" w:rsidRDefault="00FE5215" w:rsidP="00FE521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E5215" w:rsidRPr="00390F12" w:rsidRDefault="00FE5215" w:rsidP="00FE521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PTA = Patent, triphasic flow</w:t>
                            </w:r>
                          </w:p>
                          <w:p w:rsidR="00FE5215" w:rsidRPr="00390F12" w:rsidRDefault="00FE5215" w:rsidP="00FE521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E5215" w:rsidRPr="00390F12" w:rsidRDefault="00FE5215" w:rsidP="00FE521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Peroneal = Patent, triphasic flow</w:t>
                            </w:r>
                          </w:p>
                          <w:p w:rsidR="002923BD" w:rsidRPr="00390F12" w:rsidRDefault="002923BD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rPr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6704" behindDoc="0" locked="1" layoutInCell="1" allowOverlap="1" wp14:anchorId="5FD146C8" wp14:editId="7A95455D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219710</wp:posOffset>
                      </wp:positionV>
                      <wp:extent cx="1964690" cy="166370"/>
                      <wp:effectExtent l="4445" t="0" r="2540" b="0"/>
                      <wp:wrapNone/>
                      <wp:docPr id="128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4690" cy="1663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03DC" w:rsidRPr="00390F12" w:rsidRDefault="00C003DC" w:rsidP="00C003D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Abdominal Aorta diameter</w:t>
                                  </w:r>
                                  <w:r w:rsidR="00FE521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= 1.9</w:t>
                                  </w: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cm max AP</w:t>
                                  </w:r>
                                </w:p>
                                <w:p w:rsidR="00C003DC" w:rsidRPr="00FA7ABC" w:rsidRDefault="00C003DC" w:rsidP="00C003D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7F7F7F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" o:spid="_x0000_s1027" type="#_x0000_t202" style="position:absolute;margin-left:.55pt;margin-top:17.3pt;width:154.7pt;height:13.1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" filled="f" stroked="f" strokeweight=".5pt">
                      <v:textbox inset="0,0,0,0">
                        <w:txbxContent>
                          <w:p w:rsidR="00C003DC" w:rsidRPr="00390F12" w:rsidRDefault="00C003DC" w:rsidP="00C003D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Abdominal Aorta diameter</w:t>
                            </w:r>
                            <w:r w:rsidR="00FE5215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= 1.9</w:t>
                            </w: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cm max AP</w:t>
                            </w:r>
                          </w:p>
                          <w:p w:rsidR="00C003DC" w:rsidRPr="00FA7ABC" w:rsidRDefault="00C003DC" w:rsidP="00C003D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7F7F7F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rPr>
                <w:noProof/>
                <w:sz w:val="20"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5680" behindDoc="0" locked="1" layoutInCell="1" allowOverlap="1" wp14:anchorId="4B92F167" wp14:editId="5F43D68E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953770</wp:posOffset>
                      </wp:positionV>
                      <wp:extent cx="1774190" cy="2351405"/>
                      <wp:effectExtent l="4445" t="635" r="2540" b="635"/>
                      <wp:wrapNone/>
                      <wp:docPr id="3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74190" cy="23514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7ABC" w:rsidRPr="00390F12" w:rsidRDefault="00C877D8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RIGHT</w:t>
                                  </w:r>
                                  <w:r w:rsidR="00FA7ABC" w:rsidRPr="00390F12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LEG:</w:t>
                                  </w:r>
                                </w:p>
                                <w:p w:rsidR="002923BD" w:rsidRPr="00390F12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CIA = Patent, triphasic flow </w:t>
                                  </w:r>
                                </w:p>
                                <w:p w:rsidR="00FE5215" w:rsidRPr="00390F12" w:rsidRDefault="00FE5215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EIA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CFA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PFA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SFA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Pop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TPT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Run off: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ATA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PTA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390F12" w:rsidRDefault="00FE5215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Peroneal = Patent, triphasic flow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28" type="#_x0000_t202" style="position:absolute;margin-left:.55pt;margin-top:75.1pt;width:139.7pt;height:185.15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" filled="f" stroked="f" strokeweight=".5pt">
                      <v:textbox style="mso-fit-shape-to-text:t" inset="0,0,0,0">
                        <w:txbxContent>
                          <w:p w:rsidR="00FA7ABC" w:rsidRPr="00390F12" w:rsidRDefault="00C877D8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RIGHT</w:t>
                            </w:r>
                            <w:r w:rsidR="00FA7ABC" w:rsidRPr="00390F12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 xml:space="preserve"> LEG:</w:t>
                            </w:r>
                          </w:p>
                          <w:p w:rsidR="002923BD" w:rsidRPr="00390F12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CIA = Patent, triphasic flow </w:t>
                            </w:r>
                          </w:p>
                          <w:p w:rsidR="00FE5215" w:rsidRPr="00390F12" w:rsidRDefault="00FE5215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EIA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CFA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PFA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SFA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Pop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TPT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Run off: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ATA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PTA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390F12" w:rsidRDefault="00FE5215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Peroneal = Patent, triphasic flow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9E0202" w:rsidRPr="00FE5215" w:rsidTr="003E131B">
        <w:trPr>
          <w:trHeight w:hRule="exact" w:val="1043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E0202" w:rsidRPr="00FE5215" w:rsidRDefault="009E0202" w:rsidP="00DC01AB">
            <w:pPr>
              <w:pStyle w:val="CUSTOMBoldColumnHeading"/>
              <w:spacing w:after="60"/>
              <w:rPr>
                <w:sz w:val="24"/>
                <w:szCs w:val="21"/>
              </w:rPr>
            </w:pPr>
            <w:r w:rsidRPr="00FE5215">
              <w:rPr>
                <w:sz w:val="24"/>
                <w:szCs w:val="21"/>
              </w:rPr>
              <w:lastRenderedPageBreak/>
              <w:t>Report:</w:t>
            </w:r>
          </w:p>
          <w:p w:rsidR="00FE5215" w:rsidRPr="00FE5215" w:rsidRDefault="00FE5215" w:rsidP="00FE5215">
            <w:pPr>
              <w:jc w:val="both"/>
              <w:rPr>
                <w:sz w:val="24"/>
                <w:u w:val="single"/>
                <w:lang w:val="en-GB"/>
              </w:rPr>
            </w:pPr>
            <w:r w:rsidRPr="00FE5215">
              <w:rPr>
                <w:sz w:val="24"/>
                <w:u w:val="single"/>
                <w:lang w:val="en-GB"/>
              </w:rPr>
              <w:t>AORTO-ILIAC</w:t>
            </w:r>
          </w:p>
          <w:p w:rsidR="00FE5215" w:rsidRPr="00FE5215" w:rsidRDefault="00FE5215" w:rsidP="00FE5215">
            <w:pPr>
              <w:jc w:val="both"/>
              <w:rPr>
                <w:sz w:val="24"/>
                <w:lang w:val="en-GB"/>
              </w:rPr>
            </w:pPr>
            <w:r w:rsidRPr="00FE5215">
              <w:rPr>
                <w:sz w:val="24"/>
                <w:lang w:val="en-GB"/>
              </w:rPr>
              <w:t>The abdominal aorta is of normal calibre measuring 1.9cm AP max. The Common Iliac arteries and External iliac arteries are patent and of normal calibre with triphasic waveforms detected bilaterally; no significant stenosis noted.</w:t>
            </w:r>
          </w:p>
          <w:p w:rsidR="00FE5215" w:rsidRPr="00FE5215" w:rsidRDefault="00FE5215" w:rsidP="00FE5215">
            <w:pPr>
              <w:jc w:val="both"/>
              <w:rPr>
                <w:sz w:val="24"/>
                <w:lang w:val="en-GB"/>
              </w:rPr>
            </w:pPr>
          </w:p>
          <w:p w:rsidR="00FE5215" w:rsidRPr="00FE5215" w:rsidRDefault="00FE5215" w:rsidP="00FE5215">
            <w:pPr>
              <w:jc w:val="both"/>
              <w:rPr>
                <w:sz w:val="24"/>
                <w:u w:val="single"/>
                <w:lang w:val="en-GB"/>
              </w:rPr>
            </w:pPr>
            <w:r w:rsidRPr="00FE5215">
              <w:rPr>
                <w:sz w:val="24"/>
                <w:u w:val="single"/>
                <w:lang w:val="en-GB"/>
              </w:rPr>
              <w:t>RIGHT LEG</w:t>
            </w:r>
          </w:p>
          <w:p w:rsidR="00FE5215" w:rsidRPr="00FE5215" w:rsidRDefault="00FE5215" w:rsidP="00FE5215">
            <w:pPr>
              <w:jc w:val="both"/>
              <w:rPr>
                <w:sz w:val="24"/>
                <w:lang w:val="en-GB"/>
              </w:rPr>
            </w:pPr>
            <w:r w:rsidRPr="00FE5215">
              <w:rPr>
                <w:sz w:val="24"/>
                <w:lang w:val="en-GB"/>
              </w:rPr>
              <w:t xml:space="preserve">The Common Femoral, </w:t>
            </w:r>
            <w:r>
              <w:rPr>
                <w:sz w:val="24"/>
                <w:lang w:val="en-GB"/>
              </w:rPr>
              <w:t xml:space="preserve">Proximal </w:t>
            </w:r>
            <w:r w:rsidRPr="00FE5215">
              <w:rPr>
                <w:sz w:val="24"/>
                <w:lang w:val="en-GB"/>
              </w:rPr>
              <w:t>Profunda Femoral, Superficial Femoral and Popliteal arteries are patent with triphasic waveforms detected, no significant stenosis noted.</w:t>
            </w:r>
            <w:r>
              <w:rPr>
                <w:sz w:val="24"/>
                <w:lang w:val="en-GB"/>
              </w:rPr>
              <w:t xml:space="preserve"> Mild amount of calcific atheroma imaged in the CFA. </w:t>
            </w:r>
          </w:p>
          <w:p w:rsidR="00FE5215" w:rsidRPr="00FE5215" w:rsidRDefault="00FE5215" w:rsidP="00FE5215">
            <w:pPr>
              <w:ind w:left="720"/>
              <w:jc w:val="both"/>
              <w:rPr>
                <w:sz w:val="24"/>
                <w:lang w:val="en-GB"/>
              </w:rPr>
            </w:pPr>
          </w:p>
          <w:p w:rsidR="00FE5215" w:rsidRPr="00FE5215" w:rsidRDefault="00FE5215" w:rsidP="00FE5215">
            <w:pPr>
              <w:jc w:val="both"/>
              <w:rPr>
                <w:sz w:val="24"/>
                <w:lang w:val="en-GB"/>
              </w:rPr>
            </w:pPr>
            <w:r w:rsidRPr="00FE5215">
              <w:rPr>
                <w:sz w:val="24"/>
                <w:lang w:val="en-GB"/>
              </w:rPr>
              <w:t xml:space="preserve">The </w:t>
            </w:r>
            <w:proofErr w:type="spellStart"/>
            <w:r w:rsidRPr="00FE5215">
              <w:rPr>
                <w:sz w:val="24"/>
                <w:lang w:val="en-GB"/>
              </w:rPr>
              <w:t>Tibio</w:t>
            </w:r>
            <w:proofErr w:type="spellEnd"/>
            <w:r w:rsidRPr="00FE5215">
              <w:rPr>
                <w:sz w:val="24"/>
                <w:lang w:val="en-GB"/>
              </w:rPr>
              <w:t xml:space="preserve">-Peroneal Trunk, Posterior Tibial, Anterior Tibial, </w:t>
            </w:r>
            <w:proofErr w:type="gramStart"/>
            <w:r w:rsidRPr="00FE5215">
              <w:rPr>
                <w:sz w:val="24"/>
                <w:lang w:val="en-GB"/>
              </w:rPr>
              <w:t>Dorsalis</w:t>
            </w:r>
            <w:proofErr w:type="gramEnd"/>
            <w:r w:rsidRPr="00FE5215">
              <w:rPr>
                <w:sz w:val="24"/>
                <w:lang w:val="en-GB"/>
              </w:rPr>
              <w:t xml:space="preserve"> </w:t>
            </w:r>
            <w:proofErr w:type="spellStart"/>
            <w:r w:rsidRPr="00FE5215">
              <w:rPr>
                <w:sz w:val="24"/>
                <w:lang w:val="en-GB"/>
              </w:rPr>
              <w:t>Pedis</w:t>
            </w:r>
            <w:proofErr w:type="spellEnd"/>
            <w:r w:rsidRPr="00FE5215">
              <w:rPr>
                <w:sz w:val="24"/>
                <w:lang w:val="en-GB"/>
              </w:rPr>
              <w:t xml:space="preserve"> and Peroneal arteries are patent with triphasic waveforms detected, no significant stenosis noted.</w:t>
            </w:r>
          </w:p>
          <w:p w:rsidR="00FE5215" w:rsidRPr="00FE5215" w:rsidRDefault="00FE5215" w:rsidP="00FE5215">
            <w:pPr>
              <w:jc w:val="both"/>
              <w:rPr>
                <w:sz w:val="24"/>
                <w:lang w:val="en-GB"/>
              </w:rPr>
            </w:pPr>
          </w:p>
          <w:p w:rsidR="00FE5215" w:rsidRPr="00FE5215" w:rsidRDefault="00FE5215" w:rsidP="00FE5215">
            <w:pPr>
              <w:jc w:val="both"/>
              <w:rPr>
                <w:sz w:val="24"/>
                <w:u w:val="single"/>
                <w:lang w:val="en-GB"/>
              </w:rPr>
            </w:pPr>
            <w:r w:rsidRPr="00FE5215">
              <w:rPr>
                <w:sz w:val="24"/>
                <w:u w:val="single"/>
                <w:lang w:val="en-GB"/>
              </w:rPr>
              <w:t>LEFT LEG</w:t>
            </w:r>
          </w:p>
          <w:p w:rsidR="00FE5215" w:rsidRPr="00FE5215" w:rsidRDefault="00FE5215" w:rsidP="00FE5215">
            <w:pPr>
              <w:jc w:val="both"/>
              <w:rPr>
                <w:sz w:val="24"/>
                <w:lang w:val="en-GB"/>
              </w:rPr>
            </w:pPr>
            <w:r w:rsidRPr="00FE5215">
              <w:rPr>
                <w:sz w:val="24"/>
                <w:lang w:val="en-GB"/>
              </w:rPr>
              <w:t xml:space="preserve">The Common Femoral, </w:t>
            </w:r>
            <w:r>
              <w:rPr>
                <w:sz w:val="24"/>
                <w:lang w:val="en-GB"/>
              </w:rPr>
              <w:t xml:space="preserve">Proximal </w:t>
            </w:r>
            <w:r w:rsidRPr="00FE5215">
              <w:rPr>
                <w:sz w:val="24"/>
                <w:lang w:val="en-GB"/>
              </w:rPr>
              <w:t>Profunda Femoral, Superficial Femoral and Popliteal arteries are patent with triphasic waveforms detected, no significant stenosis noted.</w:t>
            </w:r>
            <w:r>
              <w:rPr>
                <w:sz w:val="24"/>
                <w:lang w:val="en-GB"/>
              </w:rPr>
              <w:t xml:space="preserve"> Minimal amount of atheroma imaged in the CFA</w:t>
            </w:r>
          </w:p>
          <w:p w:rsidR="00FE5215" w:rsidRPr="00FE5215" w:rsidRDefault="00FE5215" w:rsidP="00FE5215">
            <w:pPr>
              <w:ind w:left="720"/>
              <w:jc w:val="both"/>
              <w:rPr>
                <w:sz w:val="24"/>
                <w:lang w:val="en-GB"/>
              </w:rPr>
            </w:pPr>
          </w:p>
          <w:p w:rsidR="00FE5215" w:rsidRPr="00FE5215" w:rsidRDefault="00FE5215" w:rsidP="00FE5215">
            <w:pPr>
              <w:jc w:val="both"/>
              <w:rPr>
                <w:b/>
                <w:sz w:val="24"/>
                <w:u w:val="single"/>
                <w:lang w:val="en-GB"/>
              </w:rPr>
            </w:pPr>
            <w:r w:rsidRPr="00FE5215">
              <w:rPr>
                <w:sz w:val="24"/>
                <w:lang w:val="en-GB"/>
              </w:rPr>
              <w:t xml:space="preserve">The </w:t>
            </w:r>
            <w:proofErr w:type="spellStart"/>
            <w:r w:rsidRPr="00FE5215">
              <w:rPr>
                <w:sz w:val="24"/>
                <w:lang w:val="en-GB"/>
              </w:rPr>
              <w:t>Tibio</w:t>
            </w:r>
            <w:proofErr w:type="spellEnd"/>
            <w:r w:rsidRPr="00FE5215">
              <w:rPr>
                <w:sz w:val="24"/>
                <w:lang w:val="en-GB"/>
              </w:rPr>
              <w:t xml:space="preserve">-Peroneal Trunk, Posterior Tibial, Anterior Tibial, </w:t>
            </w:r>
            <w:proofErr w:type="gramStart"/>
            <w:r w:rsidRPr="00FE5215">
              <w:rPr>
                <w:sz w:val="24"/>
                <w:lang w:val="en-GB"/>
              </w:rPr>
              <w:t>Dorsalis</w:t>
            </w:r>
            <w:proofErr w:type="gramEnd"/>
            <w:r w:rsidRPr="00FE5215">
              <w:rPr>
                <w:sz w:val="24"/>
                <w:lang w:val="en-GB"/>
              </w:rPr>
              <w:t xml:space="preserve"> </w:t>
            </w:r>
            <w:proofErr w:type="spellStart"/>
            <w:r w:rsidRPr="00FE5215">
              <w:rPr>
                <w:sz w:val="24"/>
                <w:lang w:val="en-GB"/>
              </w:rPr>
              <w:t>Pedis</w:t>
            </w:r>
            <w:proofErr w:type="spellEnd"/>
            <w:r w:rsidRPr="00FE5215">
              <w:rPr>
                <w:sz w:val="24"/>
                <w:lang w:val="en-GB"/>
              </w:rPr>
              <w:t xml:space="preserve"> and Peroneal arteries are patent with triphasic waveforms detected, no significant stenosis noted.</w:t>
            </w:r>
          </w:p>
          <w:p w:rsidR="00FE5215" w:rsidRPr="00FE5215" w:rsidRDefault="00FE5215" w:rsidP="00FE5215">
            <w:pPr>
              <w:jc w:val="both"/>
              <w:rPr>
                <w:b/>
                <w:sz w:val="24"/>
                <w:u w:val="single"/>
                <w:lang w:val="en-GB"/>
              </w:rPr>
            </w:pPr>
          </w:p>
          <w:p w:rsidR="00FE5215" w:rsidRPr="00FE5215" w:rsidRDefault="00FE5215" w:rsidP="00FE5215">
            <w:pPr>
              <w:jc w:val="both"/>
              <w:rPr>
                <w:sz w:val="24"/>
              </w:rPr>
            </w:pPr>
            <w:r w:rsidRPr="00FE5215">
              <w:rPr>
                <w:b/>
                <w:sz w:val="24"/>
                <w:u w:val="single"/>
              </w:rPr>
              <w:t>Conclusion:</w:t>
            </w:r>
            <w:r w:rsidRPr="00FE5215">
              <w:rPr>
                <w:sz w:val="24"/>
              </w:rPr>
              <w:t xml:space="preserve"> </w:t>
            </w:r>
          </w:p>
          <w:p w:rsidR="00FE5215" w:rsidRPr="00FE5215" w:rsidRDefault="00FE5215" w:rsidP="00FE5215">
            <w:pPr>
              <w:jc w:val="both"/>
              <w:rPr>
                <w:sz w:val="24"/>
              </w:rPr>
            </w:pPr>
            <w:r w:rsidRPr="00FE5215">
              <w:rPr>
                <w:sz w:val="24"/>
              </w:rPr>
              <w:t>Patent lower limbs arteries with no significant stenosis detected bilaterally</w:t>
            </w:r>
          </w:p>
          <w:p w:rsidR="009E0202" w:rsidRPr="00FE5215" w:rsidRDefault="009E0202" w:rsidP="00DC01AB">
            <w:pPr>
              <w:pStyle w:val="CUSTOMColumnText"/>
              <w:rPr>
                <w:sz w:val="22"/>
              </w:rPr>
            </w:pPr>
          </w:p>
        </w:tc>
      </w:tr>
    </w:tbl>
    <w:p w:rsidR="00F97841" w:rsidRPr="00FE5215" w:rsidRDefault="00F97841" w:rsidP="008C4F7F">
      <w:pPr>
        <w:pStyle w:val="CUSTOMNormal"/>
        <w:rPr>
          <w:sz w:val="20"/>
        </w:rPr>
      </w:pPr>
    </w:p>
    <w:sectPr w:rsidR="00F97841" w:rsidRPr="00FE5215" w:rsidSect="0057294A">
      <w:headerReference w:type="default" r:id="rId7"/>
      <w:headerReference w:type="first" r:id="rId8"/>
      <w:footerReference w:type="first" r:id="rId9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215" w:rsidRDefault="00FE5215" w:rsidP="005748E3">
      <w:r>
        <w:separator/>
      </w:r>
    </w:p>
  </w:endnote>
  <w:endnote w:type="continuationSeparator" w:id="0">
    <w:p w:rsidR="00FE5215" w:rsidRDefault="00FE5215" w:rsidP="00574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EC6FCD">
    <w:pPr>
      <w:pStyle w:val="Foot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78C4B201">
              <wp:simplePos x="0" y="0"/>
              <wp:positionH relativeFrom="column">
                <wp:posOffset>269875</wp:posOffset>
              </wp:positionH>
              <wp:positionV relativeFrom="paragraph">
                <wp:posOffset>-1192530</wp:posOffset>
              </wp:positionV>
              <wp:extent cx="6003925" cy="419100"/>
              <wp:effectExtent l="10160" t="13335" r="0" b="15240"/>
              <wp:wrapNone/>
              <wp:docPr id="1" name="Group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03925" cy="419100"/>
                        <a:chOff x="1276" y="14226"/>
                        <a:chExt cx="9455" cy="660"/>
                      </a:xfrm>
                    </wpg:grpSpPr>
                    <wpg:grpSp>
                      <wpg:cNvPr id="4" name="Group 100"/>
                      <wpg:cNvGrpSpPr>
                        <a:grpSpLocks/>
                      </wpg:cNvGrpSpPr>
                      <wpg:grpSpPr bwMode="auto">
                        <a:xfrm>
                          <a:off x="1276" y="14394"/>
                          <a:ext cx="3977" cy="433"/>
                          <a:chOff x="1276" y="14394"/>
                          <a:chExt cx="3977" cy="433"/>
                        </a:xfrm>
                      </wpg:grpSpPr>
                      <wpg:grpSp>
                        <wpg:cNvPr id="5" name="Group 101"/>
                        <wpg:cNvGrpSpPr>
                          <a:grpSpLocks/>
                        </wpg:cNvGrpSpPr>
                        <wpg:grpSpPr bwMode="auto">
                          <a:xfrm>
                            <a:off x="1276" y="14394"/>
                            <a:ext cx="1918" cy="433"/>
                            <a:chOff x="1276" y="14394"/>
                            <a:chExt cx="1918" cy="433"/>
                          </a:xfrm>
                        </wpg:grpSpPr>
                        <wps:wsp>
                          <wps:cNvPr id="6" name="Rectangle 102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6" y="14394"/>
                              <a:ext cx="369" cy="36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Text Box 1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69" y="14458"/>
                              <a:ext cx="1425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FA0" w:rsidRPr="00734451" w:rsidRDefault="00101FA0" w:rsidP="00101FA0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Black colour fill indicates stenosis or occlusion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104"/>
                        <wpg:cNvGrpSpPr>
                          <a:grpSpLocks/>
                        </wpg:cNvGrpSpPr>
                        <wpg:grpSpPr bwMode="auto">
                          <a:xfrm>
                            <a:off x="3304" y="14394"/>
                            <a:ext cx="1949" cy="433"/>
                            <a:chOff x="3304" y="14394"/>
                            <a:chExt cx="1949" cy="433"/>
                          </a:xfrm>
                        </wpg:grpSpPr>
                        <wps:wsp>
                          <wps:cNvPr id="9" name="Rectangle 105"/>
                          <wps:cNvSpPr>
                            <a:spLocks noChangeArrowheads="1"/>
                          </wps:cNvSpPr>
                          <wps:spPr bwMode="auto">
                            <a:xfrm>
                              <a:off x="3304" y="14394"/>
                              <a:ext cx="369" cy="369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1"/>
                              <a:srcRect/>
                              <a:tile tx="0" ty="0" sx="100000" sy="100000" flip="none" algn="tl"/>
                            </a:blip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Text Box 1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97" y="14458"/>
                              <a:ext cx="1456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FA0" w:rsidRPr="00734451" w:rsidRDefault="00101FA0" w:rsidP="00101FA0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Grey and white texture indicates calcified plaque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11" name="Group 107"/>
                      <wpg:cNvGrpSpPr>
                        <a:grpSpLocks/>
                      </wpg:cNvGrpSpPr>
                      <wpg:grpSpPr bwMode="auto">
                        <a:xfrm>
                          <a:off x="5382" y="14226"/>
                          <a:ext cx="5349" cy="660"/>
                          <a:chOff x="5382" y="14226"/>
                          <a:chExt cx="5349" cy="660"/>
                        </a:xfrm>
                      </wpg:grpSpPr>
                      <wpg:grpSp>
                        <wpg:cNvPr id="12" name="Group 108"/>
                        <wpg:cNvGrpSpPr>
                          <a:grpSpLocks/>
                        </wpg:cNvGrpSpPr>
                        <wpg:grpSpPr bwMode="auto">
                          <a:xfrm>
                            <a:off x="9328" y="14226"/>
                            <a:ext cx="1403" cy="660"/>
                            <a:chOff x="9265" y="14228"/>
                            <a:chExt cx="1403" cy="660"/>
                          </a:xfrm>
                        </wpg:grpSpPr>
                        <wps:wsp>
                          <wps:cNvPr id="13" name="AutoShape 1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65" y="14228"/>
                              <a:ext cx="1" cy="66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B05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AutoShape 1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61" y="14228"/>
                              <a:ext cx="1" cy="66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B05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Text Box 1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65" y="14481"/>
                              <a:ext cx="1203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FA0" w:rsidRPr="00734451" w:rsidRDefault="00101FA0" w:rsidP="00101FA0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Dashed green line indicates stent in situ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12"/>
                        <wpg:cNvGrpSpPr>
                          <a:grpSpLocks/>
                        </wpg:cNvGrpSpPr>
                        <wpg:grpSpPr bwMode="auto">
                          <a:xfrm>
                            <a:off x="5382" y="14226"/>
                            <a:ext cx="3859" cy="660"/>
                            <a:chOff x="5382" y="14226"/>
                            <a:chExt cx="3859" cy="660"/>
                          </a:xfrm>
                        </wpg:grpSpPr>
                        <wpg:grpSp>
                          <wpg:cNvPr id="17" name="Group 113"/>
                          <wpg:cNvGrpSpPr>
                            <a:grpSpLocks/>
                          </wpg:cNvGrpSpPr>
                          <wpg:grpSpPr bwMode="auto">
                            <a:xfrm>
                              <a:off x="7099" y="14394"/>
                              <a:ext cx="2142" cy="425"/>
                              <a:chOff x="7066" y="14396"/>
                              <a:chExt cx="2142" cy="425"/>
                            </a:xfrm>
                          </wpg:grpSpPr>
                          <wps:wsp>
                            <wps:cNvPr id="18" name="Rectangle 11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066" y="14396"/>
                                <a:ext cx="369" cy="3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9" name="Text Box 11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559" y="14452"/>
                                <a:ext cx="1649" cy="3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01FA0" w:rsidRPr="00734451" w:rsidRDefault="00101FA0" w:rsidP="00101FA0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734451">
                                    <w:rPr>
                                      <w:sz w:val="12"/>
                                      <w:szCs w:val="12"/>
                                    </w:rPr>
                                    <w:t>Grey box indicates acoustic shadowing from calcification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20" name="Group 116"/>
                          <wpg:cNvGrpSpPr>
                            <a:grpSpLocks/>
                          </wpg:cNvGrpSpPr>
                          <wpg:grpSpPr bwMode="auto">
                            <a:xfrm>
                              <a:off x="5382" y="14226"/>
                              <a:ext cx="1576" cy="660"/>
                              <a:chOff x="5382" y="14226"/>
                              <a:chExt cx="1576" cy="660"/>
                            </a:xfrm>
                          </wpg:grpSpPr>
                          <wps:wsp>
                            <wps:cNvPr id="21" name="AutoShape 1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382" y="14226"/>
                                <a:ext cx="1" cy="6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5F5F5F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2" name="Text Box 11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11" y="14458"/>
                                <a:ext cx="1447" cy="3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01FA0" w:rsidRPr="00734451" w:rsidRDefault="00101FA0" w:rsidP="00101FA0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734451">
                                    <w:rPr>
                                      <w:sz w:val="12"/>
                                      <w:szCs w:val="12"/>
                                    </w:rPr>
                                    <w:t>Grey dotted line indicates medial wall calcification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9" o:spid="_x0000_s1031" style="position:absolute;margin-left:21.25pt;margin-top:-93.9pt;width:472.75pt;height:33pt;z-index:-251658240" coordorigin="1276,14226" coordsize="9455,6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">
              <v:group id="Group 100" o:spid="_x0000_s1032" style="position:absolute;left:1276;top:14394;width:3977;height:433" coordorigin="1276,14394" coordsize="3977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group id="Group 101" o:spid="_x0000_s1033" style="position:absolute;left:1276;top:14394;width:1918;height:433" coordorigin="1276,14394" coordsize="1918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102" o:spid="_x0000_s1034" style="position:absolute;left:1276;top:14394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Cc68IA&#10;AADaAAAADwAAAGRycy9kb3ducmV2LnhtbESPS2/CMBCE70j8B2uRuBGnqOkjYFDVJz0WuPS2ipc4&#10;aryO4gXSf19XQuI4mplvNMv14Ft1oj42gQ3cZDko4irYhmsD+93b7AFUFGSLbWAy8EsR1qvxaIml&#10;DWf+otNWapUgHEs04ES6UutYOfIYs9ARJ+8Qeo+SZF9r2+M5wX2r53l+pz02nBYcdvTsqPrZHr2B&#10;F/koHqXw76/NvXwPrijivPo0ZjoZnhaghAa5hi/tjTVwC/9X0g3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kJzrwgAAANoAAAAPAAAAAAAAAAAAAAAAAJgCAABkcnMvZG93&#10;bnJldi54bWxQSwUGAAAAAAQABAD1AAAAhwMAAAAA&#10;" fillcolor="black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3" o:spid="_x0000_s1035" type="#_x0000_t202" style="position:absolute;left:1769;top:14458;width:1425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bBz8UA&#10;AADaAAAADwAAAGRycy9kb3ducmV2LnhtbESPT0vDQBTE70K/w/IK3uymPRRJuy3SP+BBra0Kentm&#10;n0lo9m3YfU3Tb+8KQo/DzPyGmS9716iOQqw9GxiPMlDEhbc1lwbe37Z396CiIFtsPJOBC0VYLgY3&#10;c8ytP/OeuoOUKkE45migEmlzrWNRkcM48i1x8n58cChJhlLbgOcEd42eZNlUO6w5LVTY0qqi4ng4&#10;OQPNZwxP35l8devyWV53+vSxGb8YczvsH2aghHq5hv/bj9bAFP6upBu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NsHPxQAAANoAAAAPAAAAAAAAAAAAAAAAAJgCAABkcnMv&#10;ZG93bnJldi54bWxQSwUGAAAAAAQABAD1AAAAigMAAAAA&#10;" filled="f" stroked="f" strokeweight=".5pt">
                    <v:textbox inset="0,0,0,0">
                      <w:txbxContent>
                        <w:p w:rsidR="00101FA0" w:rsidRPr="00734451" w:rsidRDefault="00101FA0" w:rsidP="00101FA0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Black colour fill indicates stenosis or occlusion</w:t>
                          </w:r>
                        </w:p>
                      </w:txbxContent>
                    </v:textbox>
                  </v:shape>
                </v:group>
                <v:group id="Group 104" o:spid="_x0000_s1036" style="position:absolute;left:3304;top:14394;width:1949;height:433" coordorigin="3304,14394" coordsize="1949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Rectangle 105" o:spid="_x0000_s1037" style="position:absolute;left:3304;top:14394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3LsIA&#10;AADaAAAADwAAAGRycy9kb3ducmV2LnhtbERPz2vCMBS+C/4P4Qm7yEwdMrauqYggmyDTqZfdHs2z&#10;KTYvpYm2+tcvh4HHj+93Nu9tLa7U+sqxgukkAUFcOF1xqeB4WD2/gfABWWPtmBTcyMM8Hw4yTLXr&#10;+Ieu+1CKGMI+RQUmhCaV0heGLPqJa4gjd3KtxRBhW0rdYhfDbS1fkuRVWqw4NhhsaGmoOO8vVsF2&#10;dVkvul++v993u2QzG4878/mt1NOoX3yACNSHh/jf/aUVxK3xSrwB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OvcuwgAAANoAAAAPAAAAAAAAAAAAAAAAAJgCAABkcnMvZG93&#10;bnJldi54bWxQSwUGAAAAAAQABAD1AAAAhwMAAAAA&#10;" strokeweight=".5pt">
                    <v:fill r:id="rId2" o:title="" recolor="t" rotate="t" type="tile"/>
                  </v:rect>
                  <v:shape id="Text Box 106" o:spid="_x0000_s1038" type="#_x0000_t202" style="position:absolute;left:3797;top:14458;width:1456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lVvcUA&#10;AADaAAAADwAAAGRycy9kb3ducmV2LnhtbESPT2vCQBTE74V+h+UVeqsbPZSauopYBQ/9o7aF9vaa&#10;fU1Cs2/D7jPGb+8WBI/DzPyGmcx616iOQqw9GxgOMlDEhbc1lwY+3ld3D6CiIFtsPJOBI0WYTa+v&#10;Jphbf+AtdTspVYJwzNFAJdLmWseiIodx4Fvi5P364FCSDKW2AQ8J7ho9yrJ77bDmtFBhS4uKir/d&#10;3hlovmJ4/snku3sqX2Tzpvefy+GrMbc3/fwRlFAvl/C5vbYGxvB/Jd0APT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qVW9xQAAANoAAAAPAAAAAAAAAAAAAAAAAJgCAABkcnMv&#10;ZG93bnJldi54bWxQSwUGAAAAAAQABAD1AAAAigMAAAAA&#10;" filled="f" stroked="f" strokeweight=".5pt">
                    <v:textbox inset="0,0,0,0">
                      <w:txbxContent>
                        <w:p w:rsidR="00101FA0" w:rsidRPr="00734451" w:rsidRDefault="00101FA0" w:rsidP="00101FA0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Grey and white texture indicates calcified plaque</w:t>
                          </w:r>
                        </w:p>
                      </w:txbxContent>
                    </v:textbox>
                  </v:shape>
                </v:group>
              </v:group>
              <v:group id="Group 107" o:spid="_x0000_s1039" style="position:absolute;left:5382;top:14226;width:5349;height:660" coordorigin="5382,14226" coordsize="5349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<v:group id="Group 108" o:spid="_x0000_s1040" style="position:absolute;left:9328;top:14226;width:1403;height:660" coordorigin="9265,14228" coordsize="1403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09" o:spid="_x0000_s1041" type="#_x0000_t32" style="position:absolute;left:9265;top:14228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0sq8AAAADbAAAADwAAAGRycy9kb3ducmV2LnhtbERPS2rDMBDdF3oHMYXuajkphOBaCU1o&#10;Skw2+R1gsKaSqTUylhq7t48Cgezm8b5TLkfXigv1ofGsYJLlIIhrrxs2Cs6nzdscRIjIGlvPpOCf&#10;AiwXz08lFtoPfKDLMRqRQjgUqMDG2BVShtqSw5D5jjhxP753GBPsjdQ9DinctXKa5zPpsOHUYLGj&#10;taX69/jnFKz8vq6+Teh2m/e1r76Mlbt8VOr1Zfz8ABFpjA/x3b3Vaf4Ubr+kA+TiC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ldLKvAAAAA2wAAAA8AAAAAAAAAAAAAAAAA&#10;oQIAAGRycy9kb3ducmV2LnhtbFBLBQYAAAAABAAEAPkAAACOAwAAAAA=&#10;" strokecolor="#00b050" strokeweight="1pt">
                    <v:stroke dashstyle="dash"/>
                  </v:shape>
                  <v:shape id="AutoShape 110" o:spid="_x0000_s1042" type="#_x0000_t32" style="position:absolute;left:9361;top:14228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GJMMEAAADbAAAADwAAAGRycy9kb3ducmV2LnhtbERP3WrCMBS+F/YO4Qx2p6kTRDqjzLLK&#10;xBvt9gCH5iwpa05KE9vu7RdhsLvz8f2e7X5yrRioD41nBctFBoK49rpho+Dzo5xvQISIrLH1TAp+&#10;KMB+9zDbYq79yFcaqmhECuGQowIbY5dLGWpLDsPCd8SJ+/K9w5hgb6TucUzhrpXPWbaWDhtODRY7&#10;KizV39XNKTj4S306mtCdy1XhT2/GynM2KfX0OL2+gIg0xX/xn/tdp/kruP+SDp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EYkwwQAAANsAAAAPAAAAAAAAAAAAAAAA&#10;AKECAABkcnMvZG93bnJldi54bWxQSwUGAAAAAAQABAD5AAAAjwMAAAAA&#10;" strokecolor="#00b050" strokeweight="1pt">
                    <v:stroke dashstyle="dash"/>
                  </v:shape>
                  <v:shape id="Text Box 111" o:spid="_x0000_s1043" type="#_x0000_t202" style="position:absolute;left:9465;top:14481;width:1203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tRScMA&#10;AADbAAAADwAAAGRycy9kb3ducmV2LnhtbERPS2vCQBC+F/oflin0VjdKKZ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6tRScMAAADbAAAADwAAAAAAAAAAAAAAAACYAgAAZHJzL2Rv&#10;d25yZXYueG1sUEsFBgAAAAAEAAQA9QAAAIgDAAAAAA==&#10;" filled="f" stroked="f" strokeweight=".5pt">
                    <v:textbox inset="0,0,0,0">
                      <w:txbxContent>
                        <w:p w:rsidR="00101FA0" w:rsidRPr="00734451" w:rsidRDefault="00101FA0" w:rsidP="00101FA0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Dashed green line indicates stent in situ</w:t>
                          </w:r>
                        </w:p>
                      </w:txbxContent>
                    </v:textbox>
                  </v:shape>
                </v:group>
                <v:group id="Group 112" o:spid="_x0000_s1044" style="position:absolute;left:5382;top:14226;width:3859;height:660" coordorigin="5382,14226" coordsize="3859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group id="Group 113" o:spid="_x0000_s1045" style="position:absolute;left:7099;top:14394;width:2142;height:425" coordorigin="7066,14396" coordsize="2142,4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<v:rect id="Rectangle 114" o:spid="_x0000_s1046" style="position:absolute;left:7066;top:14396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5WiMMA&#10;AADbAAAADwAAAGRycy9kb3ducmV2LnhtbERP22rCQBB9L/gPywh9qxtbsBLdhCIKFixewdcxOyah&#10;2dl0d6tpv74rFHybw7nONO9MIy7kfG1ZwXCQgCAurK65VHDYL57GIHxA1thYJgU/5CHPeg9TTLW9&#10;8pYuu1CKGMI+RQVVCG0qpS8qMugHtiWO3Nk6gyFCV0rt8BrDTSOfk2QkDdYcGypsaVZR8bn7Ngrc&#10;/HCcj+r1y2b1FVa/4649ffC7Uo/97m0CIlAX7uJ/91LH+a9w+yUe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5WiMMAAADbAAAADwAAAAAAAAAAAAAAAACYAgAAZHJzL2Rv&#10;d25yZXYueG1sUEsFBgAAAAAEAAQA9QAAAIgDAAAAAA==&#10;" fillcolor="#b2b2b2" strokeweight=".5pt"/>
                    <v:shape id="Text Box 115" o:spid="_x0000_s1047" type="#_x0000_t202" style="position:absolute;left:7559;top:14452;width:16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ZbTM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s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5ltMxQAAANsAAAAPAAAAAAAAAAAAAAAAAJgCAABkcnMv&#10;ZG93bnJldi54bWxQSwUGAAAAAAQABAD1AAAAigMAAAAA&#10;" filled="f" stroked="f" strokeweight=".5pt">
                      <v:textbox inset="0,0,0,0">
                        <w:txbxContent>
                          <w:p w:rsidR="00101FA0" w:rsidRPr="00734451" w:rsidRDefault="00101FA0" w:rsidP="00101FA0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sz w:val="12"/>
                                <w:szCs w:val="12"/>
                              </w:rPr>
                            </w:pPr>
                            <w:r w:rsidRPr="00734451">
                              <w:rPr>
                                <w:sz w:val="12"/>
                                <w:szCs w:val="12"/>
                              </w:rPr>
                              <w:t>Grey box indicates acoustic shadowing from calcification</w:t>
                            </w:r>
                          </w:p>
                        </w:txbxContent>
                      </v:textbox>
                    </v:shape>
                  </v:group>
                  <v:group id="Group 116" o:spid="_x0000_s1048" style="position:absolute;left:5382;top:14226;width:1576;height:660" coordorigin="5382,14226" coordsize="1576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shape id="AutoShape 117" o:spid="_x0000_s1049" type="#_x0000_t32" style="position:absolute;left:5382;top:14226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epd8AAAADbAAAADwAAAGRycy9kb3ducmV2LnhtbERPu27CMBTdK/EP1kViKw4ZKKQYBCio&#10;XctD6ngV3yYp8XVkm2D+vh4qMR6d92oTTScGcr61rGA2zUAQV1a3XCs4nw6vCxA+IGvsLJOCB3nY&#10;rEcvKyy0vfMXDcdQixTCvkAFTQh9IaWvGjLop7YnTtyPdQZDgq6W2uE9hZtO5lk2lwZbTg0N9rRv&#10;qLoeb0bBKc/KiNeL3r0tf7/Lh4372UdUajKO23cQgWJ4iv/dn1pBntanL+kHyPU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UnqXfAAAAA2wAAAA8AAAAAAAAAAAAAAAAA&#10;oQIAAGRycy9kb3ducmV2LnhtbFBLBQYAAAAABAAEAPkAAACOAwAAAAA=&#10;" strokecolor="#5f5f5f" strokeweight="1pt">
                      <v:stroke dashstyle="1 1"/>
                    </v:shape>
                    <v:shape id="Text Box 118" o:spid="_x0000_s1050" type="#_x0000_t202" style="position:absolute;left:5511;top:14458;width:144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A4bMUA&#10;AADbAAAADwAAAGRycy9kb3ducmV2LnhtbESPT2vCQBTE7wW/w/KE3uomHkpJXUXUQg/9p61gb6/Z&#10;ZxLMvg27z5h++26h0OMwM79hZovBtaqnEBvPBvJJBoq49LbhysDH+8PNHagoyBZbz2TgmyIs5qOr&#10;GRbWX3hL/U4qlSAcCzRQi3SF1rGsyWGc+I44eUcfHEqSodI24CXBXaunWXarHTacFmrsaFVTedqd&#10;nYH2EMPTVyaf/bp6lrdXfd5v8hdjrsfD8h6U0CD/4b/2ozUwzeH3S/oBe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sDhsxQAAANsAAAAPAAAAAAAAAAAAAAAAAJgCAABkcnMv&#10;ZG93bnJldi54bWxQSwUGAAAAAAQABAD1AAAAigMAAAAA&#10;" filled="f" stroked="f" strokeweight=".5pt">
                      <v:textbox inset="0,0,0,0">
                        <w:txbxContent>
                          <w:p w:rsidR="00101FA0" w:rsidRPr="00734451" w:rsidRDefault="00101FA0" w:rsidP="00101FA0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sz w:val="12"/>
                                <w:szCs w:val="12"/>
                              </w:rPr>
                            </w:pPr>
                            <w:r w:rsidRPr="00734451">
                              <w:rPr>
                                <w:sz w:val="12"/>
                                <w:szCs w:val="12"/>
                              </w:rPr>
                              <w:t>Grey dotted line indicates medial wall calcification</w:t>
                            </w:r>
                          </w:p>
                        </w:txbxContent>
                      </v:textbox>
                    </v:shape>
                  </v:group>
                </v:group>
              </v:group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4144" behindDoc="1" locked="1" layoutInCell="1" allowOverlap="1" wp14:anchorId="78C4B202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215" w:rsidRDefault="00FE5215" w:rsidP="005748E3">
      <w:r>
        <w:separator/>
      </w:r>
    </w:p>
  </w:footnote>
  <w:footnote w:type="continuationSeparator" w:id="0">
    <w:p w:rsidR="00FE5215" w:rsidRDefault="00FE5215" w:rsidP="005748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9EF" w:rsidRDefault="00EC6FCD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 wp14:anchorId="78C4B1FB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8" name="Group 1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9" name="Picture 12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2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5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6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znLjCAAAA2wAAAA8AAABkcnMvZG93bnJldi54bWxEj82KwjAUhfcDvkO4gptBU7sYajWKioKr&#10;gVFxfU2ubWlzU5pYO28/GRiY5eH8fJzVZrCN6KnzlWMF81kCglg7U3Gh4Ho5TjMQPiAbbByTgm/y&#10;sFmP3laYG/fiL+rPoRBxhH2OCsoQ2lxKr0uy6GeuJY7ew3UWQ5RdIU2HrzhuG5kmyYe0WHEklNjS&#10;viRdn582Qh78zJr39J7V18Pu85bpU19rpSbjYbsEEWgI/+G/9skoSBfw+yX+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85y4wgAAANsAAAAPAAAAAAAAAAAAAAAAAJ8C&#10;AABkcnMvZG93bnJldi54bWxQSwUGAAAAAAQABAD3AAAAjgMAAAAA&#10;">
                <v:imagedata r:id="rId3" o:title=""/>
              </v:shape>
              <v:shape id="Picture 127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+zLvBAAAA2wAAAA8AAABkcnMvZG93bnJldi54bWxET8tqwkAU3Qv9h+EK7szEKiLRUWxpinQh&#10;Jm33l8zNAzN30sw0xr/vLIQuD+e9O4ymFQP1rrGsYBHFIIgLqxuuFHx9pvMNCOeRNbaWScGdHBz2&#10;T5MdJtreOKMh95UIIewSVFB73yVSuqImgy6yHXHgStsb9AH2ldQ93kK4aeVzHK+lwYZDQ40dvdZU&#10;XPNfo6D8ScuPS+bx5X11zVffb+cLbc5KzabjcQvC0+j/xQ/3SStYhvXhS/gBcv8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K+zLvBAAAA2wAAAA8AAAAAAAAAAAAAAAAAnwIA&#10;AGRycy9kb3ducmV2LnhtbFBLBQYAAAAABAAEAPcAAACNAwAAAAA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7216" behindDoc="1" locked="1" layoutInCell="1" allowOverlap="1" wp14:anchorId="78C4B1FC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6192" behindDoc="1" locked="1" layoutInCell="1" allowOverlap="1" wp14:anchorId="78C4B1FD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6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19EF" w:rsidRDefault="009F19EF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margin-left:42.55pt;margin-top:789.85pt;width:510.25pt;height:22.7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PoJwf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9F19EF" w:rsidRDefault="009F19EF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EC6FCD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1312" behindDoc="0" locked="1" layoutInCell="0" allowOverlap="1" wp14:anchorId="2D30C038">
          <wp:simplePos x="0" y="0"/>
          <wp:positionH relativeFrom="page">
            <wp:posOffset>2571115</wp:posOffset>
          </wp:positionH>
          <wp:positionV relativeFrom="page">
            <wp:posOffset>3484245</wp:posOffset>
          </wp:positionV>
          <wp:extent cx="2430145" cy="5349875"/>
          <wp:effectExtent l="0" t="0" r="8255" b="3175"/>
          <wp:wrapNone/>
          <wp:docPr id="139" name="Picture 139" descr="Both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9" descr="Both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979"/>
                  <a:stretch>
                    <a:fillRect/>
                  </a:stretch>
                </pic:blipFill>
                <pic:spPr bwMode="auto">
                  <a:xfrm>
                    <a:off x="0" y="0"/>
                    <a:ext cx="2430145" cy="5349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1" locked="1" layoutInCell="0" allowOverlap="1" wp14:anchorId="78C4B1FF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3" name="Group 1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4" name="Picture 1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1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2" o:spid="_x0000_s1026" style="position:absolute;margin-left:42.55pt;margin-top:45.95pt;width:510.6pt;height:80.1pt;z-index:-251657216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3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MybCAAAA2wAAAA8AAABkcnMvZG93bnJldi54bWxEj19rwjAUxd8Fv0O4A19kppYh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8jMmwgAAANsAAAAPAAAAAAAAAAAAAAAAAJ8C&#10;AABkcnMvZG93bnJldi54bWxQSwUGAAAAAAQABAD3AAAAjgMAAAAA&#10;">
                <v:imagedata r:id="rId4" o:title=""/>
              </v:shape>
              <v:shape id="Picture 124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Q+f7DAAAA2wAAAA8AAABkcnMvZG93bnJldi54bWxEj0+LwjAUxO8LfofwBG9rqugi1Sgqq4gH&#10;0ar3R/P6B5uXbhO1fnuzsLDHYWZ+w8wWranEgxpXWlYw6EcgiFOrS84VXM6bzwkI55E1VpZJwYsc&#10;LOadjxnG2j75RI/E5yJA2MWooPC+jqV0aUEGXd/WxMHLbGPQB9nkUjf4DHBTyWEUfUmDJYeFAmta&#10;F5TekrtRkP1ssv3x5HG1Hd2S0fX7cKTJQalet11OQXhq/X/4r73TCoZj+P0SfoCc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xD5/sMAAADbAAAADwAAAAAAAAAAAAAAAACf&#10;AgAAZHJzL2Rvd25yZXYueG1sUEsFBgAAAAAEAAQA9wAAAI8DAAAAAA==&#10;">
                <v:imagedata r:id="rId5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5168" behindDoc="1" locked="1" layoutInCell="1" allowOverlap="1" wp14:anchorId="78C4B200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2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909" w:rsidRDefault="005D4909" w:rsidP="002E04BC">
                          <w:pPr>
                            <w:pStyle w:val="CUSTOMFooterAddress"/>
                          </w:pPr>
                          <w:r>
                            <w:t>Vascular Lab | Main Outpatients</w:t>
                          </w:r>
                          <w:r w:rsidR="00226007">
                            <w:t xml:space="preserve">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42.5pt;margin-top:789.75pt;width:510.25pt;height:22.7pt;z-index:-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OnN7U2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5D4909" w:rsidRDefault="005D4909" w:rsidP="002E04BC">
                    <w:pPr>
                      <w:pStyle w:val="CUSTOMFooterAddress"/>
                    </w:pPr>
                    <w:r>
                      <w:t>Vascular Lab | Main Outpatients</w:t>
                    </w:r>
                    <w:r w:rsidR="00226007">
                      <w:t xml:space="preserve">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4097">
      <o:colormru v:ext="edit" colors="#ddd,silver"/>
      <o:colormenu v:ext="edit" fillcolor="none [3213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215"/>
    <w:rsid w:val="00000CAF"/>
    <w:rsid w:val="00002C57"/>
    <w:rsid w:val="0002322E"/>
    <w:rsid w:val="00030ECC"/>
    <w:rsid w:val="00033B0B"/>
    <w:rsid w:val="00044A92"/>
    <w:rsid w:val="00047E48"/>
    <w:rsid w:val="00055233"/>
    <w:rsid w:val="0006170F"/>
    <w:rsid w:val="00075B57"/>
    <w:rsid w:val="00095E0A"/>
    <w:rsid w:val="000B1F8C"/>
    <w:rsid w:val="000C302A"/>
    <w:rsid w:val="000D03AD"/>
    <w:rsid w:val="000D12F2"/>
    <w:rsid w:val="000E220B"/>
    <w:rsid w:val="000F7390"/>
    <w:rsid w:val="00101FA0"/>
    <w:rsid w:val="001346C4"/>
    <w:rsid w:val="0014708E"/>
    <w:rsid w:val="00156E8E"/>
    <w:rsid w:val="00186F8F"/>
    <w:rsid w:val="00191142"/>
    <w:rsid w:val="001A0461"/>
    <w:rsid w:val="001A7AF4"/>
    <w:rsid w:val="001C0F37"/>
    <w:rsid w:val="001C2A3A"/>
    <w:rsid w:val="001C3912"/>
    <w:rsid w:val="001F44A2"/>
    <w:rsid w:val="00210977"/>
    <w:rsid w:val="00226007"/>
    <w:rsid w:val="0023354F"/>
    <w:rsid w:val="002739C8"/>
    <w:rsid w:val="002867C0"/>
    <w:rsid w:val="002923BD"/>
    <w:rsid w:val="002932DD"/>
    <w:rsid w:val="00293ED4"/>
    <w:rsid w:val="002A016B"/>
    <w:rsid w:val="002B0E2E"/>
    <w:rsid w:val="002C6A41"/>
    <w:rsid w:val="002D4419"/>
    <w:rsid w:val="002D613D"/>
    <w:rsid w:val="002D7122"/>
    <w:rsid w:val="002E04BC"/>
    <w:rsid w:val="00304C4D"/>
    <w:rsid w:val="003234AA"/>
    <w:rsid w:val="00324212"/>
    <w:rsid w:val="00350231"/>
    <w:rsid w:val="00352F64"/>
    <w:rsid w:val="003747AD"/>
    <w:rsid w:val="00380B46"/>
    <w:rsid w:val="00382C7D"/>
    <w:rsid w:val="00384449"/>
    <w:rsid w:val="003909B4"/>
    <w:rsid w:val="00390F12"/>
    <w:rsid w:val="00394CF1"/>
    <w:rsid w:val="003A6622"/>
    <w:rsid w:val="003C0B62"/>
    <w:rsid w:val="003E131B"/>
    <w:rsid w:val="003E1E07"/>
    <w:rsid w:val="003F7EB7"/>
    <w:rsid w:val="0040168D"/>
    <w:rsid w:val="004071DB"/>
    <w:rsid w:val="00411FD4"/>
    <w:rsid w:val="004353A0"/>
    <w:rsid w:val="00437FC0"/>
    <w:rsid w:val="004520A0"/>
    <w:rsid w:val="00477D62"/>
    <w:rsid w:val="004A3BCC"/>
    <w:rsid w:val="004C122B"/>
    <w:rsid w:val="004E0025"/>
    <w:rsid w:val="004E1746"/>
    <w:rsid w:val="004E3E95"/>
    <w:rsid w:val="004F4E3F"/>
    <w:rsid w:val="005042CB"/>
    <w:rsid w:val="005060EC"/>
    <w:rsid w:val="00525F48"/>
    <w:rsid w:val="00543410"/>
    <w:rsid w:val="00543DEF"/>
    <w:rsid w:val="00552A95"/>
    <w:rsid w:val="005534C2"/>
    <w:rsid w:val="005606F1"/>
    <w:rsid w:val="0057294A"/>
    <w:rsid w:val="005748E3"/>
    <w:rsid w:val="00575A29"/>
    <w:rsid w:val="0057607F"/>
    <w:rsid w:val="00580AB2"/>
    <w:rsid w:val="005947E5"/>
    <w:rsid w:val="00596D0F"/>
    <w:rsid w:val="005B2430"/>
    <w:rsid w:val="005C197D"/>
    <w:rsid w:val="005D4909"/>
    <w:rsid w:val="005E594C"/>
    <w:rsid w:val="005E5F50"/>
    <w:rsid w:val="00601B30"/>
    <w:rsid w:val="00615B7D"/>
    <w:rsid w:val="00624106"/>
    <w:rsid w:val="00632733"/>
    <w:rsid w:val="00644C5F"/>
    <w:rsid w:val="00656DF2"/>
    <w:rsid w:val="0067732A"/>
    <w:rsid w:val="006A615E"/>
    <w:rsid w:val="006D3CE8"/>
    <w:rsid w:val="00701D82"/>
    <w:rsid w:val="007102C1"/>
    <w:rsid w:val="007112FB"/>
    <w:rsid w:val="00721A7D"/>
    <w:rsid w:val="00754A59"/>
    <w:rsid w:val="0078169E"/>
    <w:rsid w:val="007E33C1"/>
    <w:rsid w:val="00803E28"/>
    <w:rsid w:val="00804042"/>
    <w:rsid w:val="00811182"/>
    <w:rsid w:val="00813362"/>
    <w:rsid w:val="00826BA1"/>
    <w:rsid w:val="00854725"/>
    <w:rsid w:val="00880184"/>
    <w:rsid w:val="00893153"/>
    <w:rsid w:val="008A1C55"/>
    <w:rsid w:val="008A7D65"/>
    <w:rsid w:val="008B3BF4"/>
    <w:rsid w:val="008B3C2A"/>
    <w:rsid w:val="008C4F7F"/>
    <w:rsid w:val="008E77CD"/>
    <w:rsid w:val="008F73A6"/>
    <w:rsid w:val="00907CF4"/>
    <w:rsid w:val="00923531"/>
    <w:rsid w:val="00924EB0"/>
    <w:rsid w:val="009350DF"/>
    <w:rsid w:val="00942505"/>
    <w:rsid w:val="00943CA7"/>
    <w:rsid w:val="00961297"/>
    <w:rsid w:val="00970BAF"/>
    <w:rsid w:val="009A0ECB"/>
    <w:rsid w:val="009A3EEC"/>
    <w:rsid w:val="009C12E1"/>
    <w:rsid w:val="009C7062"/>
    <w:rsid w:val="009D4370"/>
    <w:rsid w:val="009E0202"/>
    <w:rsid w:val="009F19EF"/>
    <w:rsid w:val="009F70D4"/>
    <w:rsid w:val="00A04256"/>
    <w:rsid w:val="00A078E6"/>
    <w:rsid w:val="00A43026"/>
    <w:rsid w:val="00A46516"/>
    <w:rsid w:val="00A62728"/>
    <w:rsid w:val="00A756CF"/>
    <w:rsid w:val="00A90B05"/>
    <w:rsid w:val="00A90F95"/>
    <w:rsid w:val="00AA2AD4"/>
    <w:rsid w:val="00AA35BB"/>
    <w:rsid w:val="00AB09A7"/>
    <w:rsid w:val="00AB7058"/>
    <w:rsid w:val="00B03018"/>
    <w:rsid w:val="00B108A5"/>
    <w:rsid w:val="00B14AFB"/>
    <w:rsid w:val="00B35F22"/>
    <w:rsid w:val="00B415C1"/>
    <w:rsid w:val="00B433C6"/>
    <w:rsid w:val="00B43DCC"/>
    <w:rsid w:val="00B44D5F"/>
    <w:rsid w:val="00B734E8"/>
    <w:rsid w:val="00B73F68"/>
    <w:rsid w:val="00B7755E"/>
    <w:rsid w:val="00B87660"/>
    <w:rsid w:val="00B92835"/>
    <w:rsid w:val="00BC5836"/>
    <w:rsid w:val="00BE046B"/>
    <w:rsid w:val="00C003DC"/>
    <w:rsid w:val="00C14503"/>
    <w:rsid w:val="00C24FD1"/>
    <w:rsid w:val="00C36AA5"/>
    <w:rsid w:val="00C44E9D"/>
    <w:rsid w:val="00C56972"/>
    <w:rsid w:val="00C64AE2"/>
    <w:rsid w:val="00C71224"/>
    <w:rsid w:val="00C877D8"/>
    <w:rsid w:val="00C90BFA"/>
    <w:rsid w:val="00C943BB"/>
    <w:rsid w:val="00CB3119"/>
    <w:rsid w:val="00CD607D"/>
    <w:rsid w:val="00CF49FE"/>
    <w:rsid w:val="00D065FF"/>
    <w:rsid w:val="00D35CC3"/>
    <w:rsid w:val="00D86277"/>
    <w:rsid w:val="00D94904"/>
    <w:rsid w:val="00D95AC3"/>
    <w:rsid w:val="00DC01AB"/>
    <w:rsid w:val="00DC2124"/>
    <w:rsid w:val="00DC47D6"/>
    <w:rsid w:val="00DC5770"/>
    <w:rsid w:val="00DD0B20"/>
    <w:rsid w:val="00DF1634"/>
    <w:rsid w:val="00DF1DE9"/>
    <w:rsid w:val="00E32912"/>
    <w:rsid w:val="00E339E8"/>
    <w:rsid w:val="00E4100D"/>
    <w:rsid w:val="00E463E3"/>
    <w:rsid w:val="00E477A7"/>
    <w:rsid w:val="00E6169F"/>
    <w:rsid w:val="00E711E6"/>
    <w:rsid w:val="00E73447"/>
    <w:rsid w:val="00EA5C7C"/>
    <w:rsid w:val="00EC6FCD"/>
    <w:rsid w:val="00ED45C7"/>
    <w:rsid w:val="00F028B5"/>
    <w:rsid w:val="00F02F77"/>
    <w:rsid w:val="00F071E8"/>
    <w:rsid w:val="00F118E7"/>
    <w:rsid w:val="00F16C76"/>
    <w:rsid w:val="00F3457B"/>
    <w:rsid w:val="00F3756B"/>
    <w:rsid w:val="00F959B6"/>
    <w:rsid w:val="00F97841"/>
    <w:rsid w:val="00FA0AAE"/>
    <w:rsid w:val="00FA7ABC"/>
    <w:rsid w:val="00FD5490"/>
    <w:rsid w:val="00FE1407"/>
    <w:rsid w:val="00FE5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ddd,silver"/>
      <o:colormenu v:ext="edit" fill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215"/>
    <w:rPr>
      <w:rFonts w:ascii="Arial" w:eastAsia="Times New Roman" w:hAnsi="Arial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4E1746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215"/>
    <w:rPr>
      <w:rFonts w:ascii="Arial" w:eastAsia="Times New Roman" w:hAnsi="Arial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4E1746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image" Target="media/image1.emf"/><Relationship Id="rId1" Type="http://schemas.openxmlformats.org/officeDocument/2006/relationships/image" Target="media/image6.png"/><Relationship Id="rId5" Type="http://schemas.openxmlformats.org/officeDocument/2006/relationships/image" Target="media/image4.emf"/><Relationship Id="rId4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UHLCFS4.uhl.nhs.uk\Shared\VSL\VSL%20Docs\Templates\Templates%202019%20Final\Bilat%20Arterial\Lower%20Limb%20-%20Arterial%20Duplex%20-%20Both%20-%20Norm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Lower Limb - Arterial Duplex - Both - Normal</Template>
  <TotalTime>12</TotalTime>
  <Pages>2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Hospital</Company>
  <LinksUpToDate>false</LinksUpToDate>
  <CharactersWithSpaces>1173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Apurba Daha</dc:creator>
  <cp:lastModifiedBy>Daniel Sims</cp:lastModifiedBy>
  <cp:revision>2</cp:revision>
  <cp:lastPrinted>2019-01-18T11:11:00Z</cp:lastPrinted>
  <dcterms:created xsi:type="dcterms:W3CDTF">2019-07-10T14:01:00Z</dcterms:created>
  <dcterms:modified xsi:type="dcterms:W3CDTF">2019-10-15T09:43:00Z</dcterms:modified>
</cp:coreProperties>
</file>